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color-print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color-print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2016-11-11T11:53:00Z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